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4DA55AA7" w:rsidR="00A27829" w:rsidRPr="00BF78E6" w:rsidRDefault="00BF78E6" w:rsidP="00A27829">
      <w:pPr>
        <w:pStyle w:val="Head"/>
      </w:pPr>
      <w:r>
        <w:t xml:space="preserve">HD 14i TT - Rodillo de neumáticos compacto para la construcción de carreteras y jardinería y paisajismo </w:t>
      </w:r>
    </w:p>
    <w:p w14:paraId="26F0996C" w14:textId="44DD4C7D" w:rsidR="00A46F1E" w:rsidRPr="00BF78E6" w:rsidRDefault="00347A28" w:rsidP="00881E44">
      <w:pPr>
        <w:pStyle w:val="Subhead"/>
      </w:pPr>
      <w:r>
        <w:t>Hamm presenta la versátil máquina compactadora en el World of Asphalt 2022</w:t>
      </w:r>
    </w:p>
    <w:p w14:paraId="193790FB" w14:textId="39FB7D75" w:rsidR="00A46F1E" w:rsidRPr="00BF78E6" w:rsidRDefault="00BF78E6" w:rsidP="00881E44">
      <w:pPr>
        <w:pStyle w:val="Teaser"/>
      </w:pPr>
      <w:r>
        <w:t>Los ágiles y maniobrables rodillos de la HD CompactLine son todoterrenos fáciles de usar en la construcción de carreteras y en la jardinería y paisajismo. Hamm cubre, por tanto, el rango de 3</w:t>
      </w:r>
      <w:r w:rsidR="00461579">
        <w:t>,506 a 10,</w:t>
      </w:r>
      <w:r>
        <w:t xml:space="preserve">551 lbs </w:t>
      </w:r>
      <w:r w:rsidR="0093265F">
        <w:t>(1,5 a 4,5 t)</w:t>
      </w:r>
      <w:r w:rsidR="0093265F" w:rsidRPr="00BF78E6">
        <w:t xml:space="preserve"> </w:t>
      </w:r>
      <w:r>
        <w:t xml:space="preserve">Además de los rodillos tándem y combinados, su cartera de productos siempre ha incluido un rodillo de neumáticos compacto. Este recibió un lavado de cara y desde 2021 está también disponible en Norteamérica con la denominación HD 14i TT. La «i» del nombre indica que cumple con los requisitos de la norma de emisiones UE Stage V / EPA Tier 4. En el World of Asphalt 2022, Hamm expone un HD 14i TT que, a pesar de su tamaño compacto, impresiona con muchos aspectos destacados.  </w:t>
      </w:r>
    </w:p>
    <w:p w14:paraId="03C1B33F" w14:textId="464302C2" w:rsidR="00A46F1E" w:rsidRPr="00BF78E6" w:rsidRDefault="00BF78E6" w:rsidP="002611FE">
      <w:pPr>
        <w:pStyle w:val="Absatzberschrift"/>
      </w:pPr>
      <w:r>
        <w:t>Rodillos compactos potentes</w:t>
      </w:r>
    </w:p>
    <w:p w14:paraId="5941A861" w14:textId="1053AA58" w:rsidR="000B582B" w:rsidRPr="00BF78E6" w:rsidRDefault="00BF78E6" w:rsidP="00282AFC">
      <w:pPr>
        <w:pStyle w:val="Standardabsatz"/>
      </w:pPr>
      <w:r>
        <w:t xml:space="preserve">La HD CompactLine de Hamm es la serie más completa del mundo en el segmento compacto. Solo para el mercado norteamericano, se encuentran disponibles actualmente 22 rodillos tándem compactos, incluido el rodillo de neumáticos HD 14i TT. La serie se completa con máquinas específicas para cada país y mercado, por ejemplo en China. Todos los modelos de esta serie son extremadamente compactos, por lo que son ideales para su uso en obras de construcción pequeñas o estrechas. Las condiciones de visibilidad perfectas gracias a una parte delantera entallada, la baja altura de la máquina y las buenas características de transporte y conducción son algunas de sus características más importantes. En particular, la articulación pendular de 3 puntos proporciona una estabilidad de conducción única y una buena conducción en línea recta. El ancho del tambor de estos rodillos articulados varía de 31,5 in a 54,3 in </w:t>
      </w:r>
      <w:r w:rsidR="0093265F">
        <w:t>(800 a 1.380 mm)</w:t>
      </w:r>
      <w:r>
        <w:t xml:space="preserve">. Además, para todos los mercados existen modelos con oscilación. Los ágiles equipos de compactación son un todoterreno fácil de manejar para compactar áreas de tráfico en la construcción de carreteras, así como suelos y caminos en el paisajismo. </w:t>
      </w:r>
    </w:p>
    <w:p w14:paraId="69F49D88" w14:textId="751EA175" w:rsidR="00BD25D1" w:rsidRPr="00BF78E6" w:rsidRDefault="00BF78E6" w:rsidP="00754B80">
      <w:pPr>
        <w:pStyle w:val="Absatzberschrift"/>
      </w:pPr>
      <w:r>
        <w:t>HD 14i TT: lavado de cara y motor nuevo</w:t>
      </w:r>
    </w:p>
    <w:p w14:paraId="684C6270" w14:textId="0AC61A71" w:rsidR="00BD25D1" w:rsidRPr="00BF78E6" w:rsidRDefault="00BF78E6" w:rsidP="00BD25D1">
      <w:pPr>
        <w:pStyle w:val="Standardabsatz"/>
      </w:pPr>
      <w:r>
        <w:t>Hamm ofrece el rodillo de neumáticos mejorado de la HD CompactLine con la denominación HD 14i TT. Con un peso de servicio de 7</w:t>
      </w:r>
      <w:r w:rsidR="00461579">
        <w:t>,</w:t>
      </w:r>
      <w:r>
        <w:t xml:space="preserve">817 lbs </w:t>
      </w:r>
      <w:r w:rsidR="0093265F" w:rsidRPr="00E878BB">
        <w:t>(3.545 kg)</w:t>
      </w:r>
      <w:r>
        <w:t xml:space="preserve"> y una anchura de trabajo de 50,2 in (1</w:t>
      </w:r>
      <w:r w:rsidR="0093265F">
        <w:t>.</w:t>
      </w:r>
      <w:r>
        <w:t xml:space="preserve">276 mm), es adecuado para trabajos de reparación y para compactar pequeños caminos y superficies. Muestra sus ventajas dondequiera que el asfalto necesite una suave compactación o compresión sin vibración. Sus dimensiones compactas permiten asimismo la compactación en áreas muy estrechas. Además, el HD 14i TT tiene un gran espacio lateral para que pueda compactarse a lo largo de los bordillos y pequeños muros hasta el borde. También destaca su motor eficiente y silencioso. El motor Kubota con DOC-DPF y una potencia de 37,4 kW cumple los requisitos de la EPA Tier 4 para Norteamérica y todos los demás países con legislación comparable sobre emisiones (UE Stage V). </w:t>
      </w:r>
    </w:p>
    <w:p w14:paraId="55696270" w14:textId="23AE1D63" w:rsidR="00BD25D1" w:rsidRPr="00BF78E6" w:rsidRDefault="00BF78E6" w:rsidP="00754B80">
      <w:pPr>
        <w:pStyle w:val="Absatzberschrift"/>
      </w:pPr>
      <w:r>
        <w:lastRenderedPageBreak/>
        <w:t>Visibilidad óptima</w:t>
      </w:r>
    </w:p>
    <w:p w14:paraId="49494B03" w14:textId="340CAFA1" w:rsidR="00BD25D1" w:rsidRPr="00BF78E6" w:rsidRDefault="00BF78E6" w:rsidP="00282AFC">
      <w:pPr>
        <w:pStyle w:val="Standardabsatz"/>
      </w:pPr>
      <w:r>
        <w:t xml:space="preserve">El diseño de la HD CompactLine con la cintura de avispa siempre ha garantizado una excelente visibilidad. Sin embargo, con el lavado de cara, Hamm la ha mejorado aún más. Por lo tanto, ofrece aún más seguridad en la obra y una mejor visión de la superficie que se va a compactar. </w:t>
      </w:r>
    </w:p>
    <w:p w14:paraId="6F696BAE" w14:textId="0BD33A28" w:rsidR="006D6CC6" w:rsidRPr="00BF78E6" w:rsidRDefault="00BF78E6" w:rsidP="006D6CC6">
      <w:pPr>
        <w:pStyle w:val="Absatzberschrift"/>
      </w:pPr>
      <w:r>
        <w:t>Buen equipamiento básico y muchas opciones</w:t>
      </w:r>
    </w:p>
    <w:p w14:paraId="3E5E0309" w14:textId="77777777" w:rsidR="00BF78E6" w:rsidRPr="00BF78E6" w:rsidRDefault="00BF78E6" w:rsidP="00BF78E6">
      <w:pPr>
        <w:pStyle w:val="Standardabsatz"/>
      </w:pPr>
      <w:r>
        <w:t xml:space="preserve">El equipamiento de serie del HD 14i TT incluye características de confort como el puesto de conducción aislado de vibraciones y la toma de corriente de 12 V. Asimismo, el paquete básico incluye la cubierta antivandalismo del tablero de instrumentos, el seccionador de batería electrónico o el sistema de riego con agua a presión. También existe una amplia gama de opciones, como un asiento del conductor con calefacción, una cabina ROPS y el sistema automático de parada del motor para un funcionamiento económico y respetuoso con el medio ambiente. </w:t>
      </w:r>
    </w:p>
    <w:p w14:paraId="37A73548" w14:textId="7B0E991D" w:rsidR="00BF78E6" w:rsidRPr="00BF78E6" w:rsidRDefault="00BF78E6" w:rsidP="00BF78E6">
      <w:pPr>
        <w:pStyle w:val="Absatzberschrift"/>
      </w:pPr>
      <w:r>
        <w:t>Manejo muy simple</w:t>
      </w:r>
    </w:p>
    <w:p w14:paraId="0818EDDD" w14:textId="19B2182B" w:rsidR="00BF78E6" w:rsidRPr="00BF78E6" w:rsidRDefault="00BF78E6" w:rsidP="00BF78E6">
      <w:pPr>
        <w:pStyle w:val="Standardabsatz"/>
      </w:pPr>
      <w:r>
        <w:t xml:space="preserve">Como parte de la HD CompactLine, el rodillo de neumáticos HD 14i TT es extremadamente fácil y seguro de operar inmediatamente sin necesidad de un periodo de formación. El fácil acceso, los pocos elementos de operación y los símbolos claros, de lenguaje neutro y dispuestos de manera lógica evitan los errores de operación. </w:t>
      </w:r>
    </w:p>
    <w:p w14:paraId="3F69E478" w14:textId="03A2757E" w:rsidR="00BF78E6" w:rsidRPr="00BF78E6" w:rsidRDefault="00860D46" w:rsidP="00BF78E6">
      <w:pPr>
        <w:pStyle w:val="Absatzberschrift"/>
      </w:pPr>
      <w:r>
        <w:t>Rodillos de neumáticos de Hamm también para trabajos grandes</w:t>
      </w:r>
    </w:p>
    <w:p w14:paraId="4DE781AF" w14:textId="388023F3" w:rsidR="006D6CC6" w:rsidRPr="00BF78E6" w:rsidRDefault="00BF78E6" w:rsidP="00BF78E6">
      <w:pPr>
        <w:pStyle w:val="Standardabsatz"/>
      </w:pPr>
      <w:r>
        <w:t>Además del HD 14i TT, Hamm tiene otros rodillos de neumáticos en su gama: el HP 180i</w:t>
      </w:r>
      <w:r w:rsidR="00461579">
        <w:t xml:space="preserve"> (peso máximo de servicio de 18,224 – 37,</w:t>
      </w:r>
      <w:r>
        <w:t>882 lbs</w:t>
      </w:r>
      <w:r w:rsidR="0093265F">
        <w:t xml:space="preserve">, </w:t>
      </w:r>
      <w:r w:rsidR="0093265F" w:rsidRPr="00E878BB">
        <w:t>8.265 - 17.180 kg</w:t>
      </w:r>
      <w:r>
        <w:t>) y el HP 280i (peso má</w:t>
      </w:r>
      <w:r w:rsidR="00461579">
        <w:t>ximo de servicio de 20,551 – 59,</w:t>
      </w:r>
      <w:r>
        <w:t>469 lbs</w:t>
      </w:r>
      <w:r w:rsidR="0093265F">
        <w:t xml:space="preserve">, </w:t>
      </w:r>
      <w:r w:rsidR="0093265F" w:rsidRPr="00E878BB">
        <w:t>9.320 - 26.970 kg</w:t>
      </w:r>
      <w:r>
        <w:t>). Con una anchura de trabajo de 82 in (2</w:t>
      </w:r>
      <w:r w:rsidR="0050300B">
        <w:t>.</w:t>
      </w:r>
      <w:r>
        <w:t>084 mm), ambos son adecuados para proyectos más grandes. La gama de posibles aplicaciones abarca desde la estabilización del suelo y el reciclado en frío, la jardinería y paisajismo hasta la compactación final y el sellado de superficies en la construcción de asfalto. También cumplen con las normas de emisiones de la UE Fase V/EPA Tier 4. Los aspectos técnicos más destacados de las «hermanas mayores» incluyen el concepto de lastre inteligente para obtener los mejores resultados de compactación. Además, algunas características como el sistema de riego por rociado con agua altamente versátil con adición de aditivos innovadores y el moderno accionamiento de marcha garantizan una elevada calidad y productividad. Ambos modelos están disponibles para el mercado norteamericano desde la CONEXPO-CON/AGG 2020.</w:t>
      </w:r>
    </w:p>
    <w:p w14:paraId="31412CCB" w14:textId="10995DDC" w:rsidR="00E15EBE" w:rsidRPr="00BF78E6" w:rsidRDefault="00E15EBE" w:rsidP="00E15EBE">
      <w:pPr>
        <w:pStyle w:val="Fotos"/>
      </w:pPr>
      <w:r>
        <w:t>Fotos:</w:t>
      </w:r>
    </w:p>
    <w:p w14:paraId="20879CE4" w14:textId="235621BD" w:rsidR="002611FE" w:rsidRPr="00FB13D3" w:rsidRDefault="00A46F1E" w:rsidP="002611FE">
      <w:pPr>
        <w:pStyle w:val="BUbold"/>
      </w:pPr>
      <w:r>
        <w:rPr>
          <w:noProof/>
          <w:lang w:val="de-DE" w:eastAsia="de-DE"/>
        </w:rPr>
        <w:drawing>
          <wp:inline distT="0" distB="0" distL="0" distR="0" wp14:anchorId="1B66E54E" wp14:editId="28206573">
            <wp:extent cx="1958968" cy="1127183"/>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58968" cy="1127183"/>
                    </a:xfrm>
                    <a:prstGeom prst="rect">
                      <a:avLst/>
                    </a:prstGeom>
                    <a:noFill/>
                    <a:ln>
                      <a:noFill/>
                    </a:ln>
                  </pic:spPr>
                </pic:pic>
              </a:graphicData>
            </a:graphic>
          </wp:inline>
        </w:drawing>
      </w:r>
      <w:r>
        <w:br/>
        <w:t>HAMM_HD 14i TT_01</w:t>
      </w:r>
    </w:p>
    <w:p w14:paraId="56F09284" w14:textId="5ACDEFFE" w:rsidR="00250F1B" w:rsidRDefault="00BF78E6" w:rsidP="00250F1B">
      <w:pPr>
        <w:pStyle w:val="BUnormal"/>
      </w:pPr>
      <w:r>
        <w:t>El rodillo de neumáticos compacto HD 14i TT de Hamm impresiona con una anchura de trabajo de 50,2 in (1</w:t>
      </w:r>
      <w:r w:rsidR="0093265F">
        <w:t>.</w:t>
      </w:r>
      <w:r>
        <w:t>276 mm) y un peso máximo de servicio de 9</w:t>
      </w:r>
      <w:r w:rsidR="00461579">
        <w:t>,</w:t>
      </w:r>
      <w:r>
        <w:t>702 lbs (4</w:t>
      </w:r>
      <w:r w:rsidR="0093265F">
        <w:t>.400 kg)</w:t>
      </w:r>
      <w:r>
        <w:t xml:space="preserve"> como máximo. </w:t>
      </w:r>
    </w:p>
    <w:p w14:paraId="419C13BA" w14:textId="77777777" w:rsidR="0022151F" w:rsidRPr="00743513" w:rsidRDefault="0022151F" w:rsidP="0022151F">
      <w:pPr>
        <w:pStyle w:val="Text"/>
        <w:rPr>
          <w:i/>
          <w:szCs w:val="22"/>
          <w:lang w:val="es-ES_tradnl"/>
        </w:rPr>
      </w:pPr>
      <w:r w:rsidRPr="00743513">
        <w:rPr>
          <w:i/>
          <w:szCs w:val="22"/>
          <w:u w:val="single"/>
          <w:lang w:val="es-ES_tradnl"/>
        </w:rPr>
        <w:lastRenderedPageBreak/>
        <w:t>Nota:</w:t>
      </w:r>
      <w:r w:rsidRPr="00743513">
        <w:rPr>
          <w:i/>
          <w:szCs w:val="22"/>
          <w:lang w:val="es-ES_tradnl"/>
        </w:rPr>
        <w:t xml:space="preserve"> Estas fotos sirven únicamente de vista previa. Para la impresión en las publicaciones, por favor, utilice fotos con una resolución de 300 dpi que podrá descargar de las páginas web del Wirtgen Group.</w:t>
      </w:r>
    </w:p>
    <w:p w14:paraId="1BADA056" w14:textId="77777777" w:rsidR="0022151F" w:rsidRPr="00743513" w:rsidRDefault="0022151F" w:rsidP="0022151F">
      <w:pPr>
        <w:pStyle w:val="Text"/>
        <w:rPr>
          <w:szCs w:val="22"/>
          <w:lang w:val="es-ES_tradnl"/>
        </w:rPr>
      </w:pPr>
    </w:p>
    <w:p w14:paraId="6EECCDF1" w14:textId="77777777" w:rsidR="0022151F" w:rsidRPr="00743513" w:rsidRDefault="0022151F" w:rsidP="0022151F">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22151F" w:rsidRPr="00743513" w14:paraId="5CAE28D6" w14:textId="77777777" w:rsidTr="00386664">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0DA59A6E" w14:textId="77777777" w:rsidR="0022151F" w:rsidRPr="00743513" w:rsidRDefault="0022151F" w:rsidP="00386664">
            <w:pPr>
              <w:pStyle w:val="HeadlineKontakte"/>
              <w:rPr>
                <w:szCs w:val="22"/>
                <w:lang w:val="es-ES_tradnl"/>
              </w:rPr>
            </w:pPr>
            <w:r w:rsidRPr="00743513">
              <w:rPr>
                <w:szCs w:val="22"/>
                <w:lang w:val="es-ES_tradnl"/>
              </w:rPr>
              <w:t>SI DESEA INFORMACIÓN MÁS DETALLADA, DIRÍJASE A:</w:t>
            </w:r>
          </w:p>
          <w:p w14:paraId="25221573" w14:textId="77777777" w:rsidR="0022151F" w:rsidRPr="00F70F88" w:rsidRDefault="0022151F" w:rsidP="00386664">
            <w:pPr>
              <w:pStyle w:val="Text"/>
              <w:rPr>
                <w:szCs w:val="22"/>
                <w:lang w:val="en-US"/>
              </w:rPr>
            </w:pPr>
            <w:r w:rsidRPr="00F70F88">
              <w:rPr>
                <w:szCs w:val="22"/>
                <w:lang w:val="en-US"/>
              </w:rPr>
              <w:t>WIRTGEN GROUP</w:t>
            </w:r>
          </w:p>
          <w:p w14:paraId="279DAC0E" w14:textId="77777777" w:rsidR="0022151F" w:rsidRPr="00743513" w:rsidRDefault="0022151F" w:rsidP="00386664">
            <w:pPr>
              <w:pStyle w:val="Text"/>
              <w:rPr>
                <w:szCs w:val="22"/>
                <w:lang w:val="es-ES_tradnl"/>
              </w:rPr>
            </w:pPr>
            <w:r w:rsidRPr="00F70F88">
              <w:rPr>
                <w:szCs w:val="22"/>
                <w:lang w:val="en-US"/>
              </w:rPr>
              <w:t>Public Relations</w:t>
            </w:r>
          </w:p>
          <w:p w14:paraId="66DE4F4E" w14:textId="77777777" w:rsidR="0022151F" w:rsidRPr="00743513" w:rsidRDefault="0022151F" w:rsidP="00386664">
            <w:pPr>
              <w:pStyle w:val="Text"/>
              <w:rPr>
                <w:szCs w:val="22"/>
                <w:lang w:val="es-ES_tradnl"/>
              </w:rPr>
            </w:pPr>
            <w:r w:rsidRPr="00743513">
              <w:rPr>
                <w:szCs w:val="22"/>
                <w:lang w:val="es-ES_tradnl"/>
              </w:rPr>
              <w:t>Reinhard-Wirtgen-Straße 2</w:t>
            </w:r>
          </w:p>
          <w:p w14:paraId="79954258" w14:textId="77777777" w:rsidR="0022151F" w:rsidRPr="00743513" w:rsidRDefault="0022151F" w:rsidP="00386664">
            <w:pPr>
              <w:pStyle w:val="Text"/>
              <w:rPr>
                <w:szCs w:val="22"/>
              </w:rPr>
            </w:pPr>
            <w:r w:rsidRPr="00743513">
              <w:rPr>
                <w:szCs w:val="22"/>
              </w:rPr>
              <w:t>53578 Windhagen</w:t>
            </w:r>
          </w:p>
          <w:p w14:paraId="6E1F1018" w14:textId="77777777" w:rsidR="0022151F" w:rsidRPr="00743513" w:rsidRDefault="0022151F" w:rsidP="00386664">
            <w:pPr>
              <w:pStyle w:val="Text"/>
              <w:rPr>
                <w:szCs w:val="22"/>
              </w:rPr>
            </w:pPr>
            <w:r w:rsidRPr="00743513">
              <w:rPr>
                <w:szCs w:val="22"/>
              </w:rPr>
              <w:t>Alemania</w:t>
            </w:r>
          </w:p>
          <w:p w14:paraId="38B958BD" w14:textId="77777777" w:rsidR="0022151F" w:rsidRPr="00743513" w:rsidRDefault="0022151F" w:rsidP="00386664">
            <w:pPr>
              <w:pStyle w:val="Text"/>
              <w:rPr>
                <w:szCs w:val="22"/>
              </w:rPr>
            </w:pPr>
          </w:p>
          <w:p w14:paraId="398E136B" w14:textId="77777777" w:rsidR="0022151F" w:rsidRPr="00743513" w:rsidRDefault="0022151F" w:rsidP="00386664">
            <w:pPr>
              <w:pStyle w:val="Text"/>
              <w:rPr>
                <w:szCs w:val="22"/>
              </w:rPr>
            </w:pPr>
            <w:r w:rsidRPr="00743513">
              <w:rPr>
                <w:szCs w:val="22"/>
              </w:rPr>
              <w:t>Teléfono:   +49 (0) 2645 131 – 1966</w:t>
            </w:r>
          </w:p>
          <w:p w14:paraId="1A8BB1A9" w14:textId="77777777" w:rsidR="0022151F" w:rsidRPr="00743513" w:rsidRDefault="0022151F" w:rsidP="00386664">
            <w:pPr>
              <w:pStyle w:val="Text"/>
              <w:rPr>
                <w:szCs w:val="22"/>
                <w:lang w:val="it-IT"/>
              </w:rPr>
            </w:pPr>
            <w:r w:rsidRPr="00743513">
              <w:rPr>
                <w:szCs w:val="22"/>
                <w:lang w:val="it-IT"/>
              </w:rPr>
              <w:t>Telefax:     +49 (0) 2645 131 – 499</w:t>
            </w:r>
          </w:p>
          <w:p w14:paraId="7C2B664D" w14:textId="77777777" w:rsidR="0022151F" w:rsidRPr="00743513" w:rsidRDefault="0022151F" w:rsidP="00386664">
            <w:pPr>
              <w:pStyle w:val="Text"/>
              <w:rPr>
                <w:szCs w:val="22"/>
              </w:rPr>
            </w:pPr>
            <w:r w:rsidRPr="00743513">
              <w:rPr>
                <w:szCs w:val="22"/>
                <w:lang w:val="it-IT"/>
              </w:rPr>
              <w:t xml:space="preserve">E-mail:       </w:t>
            </w:r>
            <w:r w:rsidRPr="00743513">
              <w:rPr>
                <w:szCs w:val="22"/>
              </w:rPr>
              <w:t>PR@wirtgen-group.com</w:t>
            </w:r>
          </w:p>
          <w:p w14:paraId="280083DF" w14:textId="77777777" w:rsidR="0022151F" w:rsidRPr="00743513" w:rsidRDefault="0022151F" w:rsidP="00386664">
            <w:pPr>
              <w:pStyle w:val="Text"/>
              <w:rPr>
                <w:szCs w:val="22"/>
                <w:lang w:val="es-ES_tradnl"/>
              </w:rPr>
            </w:pPr>
            <w:r w:rsidRPr="00743513">
              <w:rPr>
                <w:szCs w:val="22"/>
              </w:rPr>
              <w:t>www.wirtgen-group.com</w:t>
            </w:r>
          </w:p>
        </w:tc>
        <w:tc>
          <w:tcPr>
            <w:tcW w:w="4832" w:type="dxa"/>
            <w:tcBorders>
              <w:left w:val="single" w:sz="48" w:space="0" w:color="FFFFFF" w:themeColor="background1"/>
            </w:tcBorders>
          </w:tcPr>
          <w:p w14:paraId="36CFCB11" w14:textId="77777777" w:rsidR="0022151F" w:rsidRPr="00743513" w:rsidRDefault="0022151F" w:rsidP="00386664">
            <w:pPr>
              <w:pStyle w:val="Text"/>
              <w:rPr>
                <w:szCs w:val="22"/>
                <w:lang w:val="es-ES_tradnl"/>
              </w:rPr>
            </w:pPr>
          </w:p>
        </w:tc>
      </w:tr>
    </w:tbl>
    <w:p w14:paraId="3D604A55" w14:textId="1F0913FE" w:rsidR="00F048D4" w:rsidRPr="00F74540" w:rsidRDefault="00F048D4" w:rsidP="00C9377B">
      <w:pPr>
        <w:pStyle w:val="BUnormal"/>
      </w:pPr>
      <w:bookmarkStart w:id="0" w:name="_GoBack"/>
      <w:bookmarkEnd w:id="0"/>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FB13D3" w:rsidRDefault="00FB13D3" w:rsidP="00E55534">
      <w:r>
        <w:separator/>
      </w:r>
    </w:p>
  </w:endnote>
  <w:endnote w:type="continuationSeparator" w:id="0">
    <w:p w14:paraId="6447E3E1" w14:textId="77777777" w:rsidR="00FB13D3" w:rsidRDefault="00FB13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F67D5" w14:textId="77777777" w:rsidR="0093265F" w:rsidRDefault="0093265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B13D3" w:rsidRPr="00723F4F" w14:paraId="09CC4821" w14:textId="77777777" w:rsidTr="00723F4F">
      <w:trPr>
        <w:trHeight w:hRule="exact" w:val="227"/>
      </w:trPr>
      <w:tc>
        <w:tcPr>
          <w:tcW w:w="8364" w:type="dxa"/>
          <w:shd w:val="clear" w:color="auto" w:fill="auto"/>
        </w:tcPr>
        <w:p w14:paraId="76C581C2" w14:textId="77777777" w:rsidR="00FB13D3" w:rsidRPr="00723F4F" w:rsidRDefault="00FB13D3" w:rsidP="00723F4F">
          <w:pPr>
            <w:pStyle w:val="Kolumnentitel"/>
            <w:rPr>
              <w:szCs w:val="20"/>
            </w:rPr>
          </w:pPr>
          <w:r>
            <w:rPr>
              <w:rStyle w:val="MittleresRaster11"/>
            </w:rPr>
            <w:t xml:space="preserve">     </w:t>
          </w:r>
        </w:p>
      </w:tc>
      <w:tc>
        <w:tcPr>
          <w:tcW w:w="1160" w:type="dxa"/>
          <w:shd w:val="clear" w:color="auto" w:fill="auto"/>
        </w:tcPr>
        <w:p w14:paraId="120FF8E6" w14:textId="31DB42D3" w:rsidR="00FB13D3" w:rsidRPr="00723F4F" w:rsidRDefault="00FB13D3"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22151F">
            <w:rPr>
              <w:noProof/>
              <w:szCs w:val="20"/>
            </w:rPr>
            <w:t>03</w:t>
          </w:r>
          <w:r w:rsidRPr="00723F4F">
            <w:rPr>
              <w:szCs w:val="20"/>
            </w:rPr>
            <w:fldChar w:fldCharType="end"/>
          </w:r>
        </w:p>
      </w:tc>
    </w:tr>
  </w:tbl>
  <w:p w14:paraId="7CF7D2C8" w14:textId="77777777" w:rsidR="00FB13D3" w:rsidRDefault="00FB13D3">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8B1109"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B13D3" w:rsidRPr="00723F4F" w14:paraId="7F336EBB" w14:textId="77777777" w:rsidTr="00723F4F">
      <w:tc>
        <w:tcPr>
          <w:tcW w:w="9664" w:type="dxa"/>
          <w:shd w:val="clear" w:color="auto" w:fill="auto"/>
        </w:tcPr>
        <w:p w14:paraId="319012F1" w14:textId="77777777" w:rsidR="00FB13D3" w:rsidRPr="00723F4F" w:rsidRDefault="00FB13D3"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FB13D3" w:rsidRDefault="00FB13D3">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2BB5B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FB13D3" w:rsidRDefault="00FB13D3" w:rsidP="00E55534">
      <w:r>
        <w:separator/>
      </w:r>
    </w:p>
  </w:footnote>
  <w:footnote w:type="continuationSeparator" w:id="0">
    <w:p w14:paraId="3409E70A" w14:textId="77777777" w:rsidR="00FB13D3" w:rsidRDefault="00FB13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8C1F0" w14:textId="5509E0E5" w:rsidR="0093265F" w:rsidRDefault="0093265F">
    <w:pPr>
      <w:pStyle w:val="Kopfzeile"/>
    </w:pPr>
    <w:r>
      <w:rPr>
        <w:noProof/>
        <w:lang w:val="de-DE" w:eastAsia="de-DE"/>
      </w:rPr>
      <mc:AlternateContent>
        <mc:Choice Requires="wps">
          <w:drawing>
            <wp:anchor distT="0" distB="0" distL="0" distR="0" simplePos="0" relativeHeight="251662336" behindDoc="0" locked="0" layoutInCell="1" allowOverlap="1" wp14:anchorId="7705942B" wp14:editId="641A53D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DD6B7F" w14:textId="5471AB3F" w:rsidR="0093265F" w:rsidRPr="0093265F" w:rsidRDefault="0093265F">
                          <w:pPr>
                            <w:rPr>
                              <w:rFonts w:ascii="Calibri" w:eastAsia="Calibri" w:hAnsi="Calibri" w:cs="Calibri"/>
                              <w:color w:val="FF0000"/>
                              <w:sz w:val="20"/>
                              <w:szCs w:val="20"/>
                            </w:rPr>
                          </w:pPr>
                          <w:r w:rsidRPr="0093265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705942B"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textbox style="mso-fit-shape-to-text:t" inset="0,0,15pt,0">
                <w:txbxContent>
                  <w:p w14:paraId="07DD6B7F" w14:textId="5471AB3F" w:rsidR="0093265F" w:rsidRPr="0093265F" w:rsidRDefault="0093265F">
                    <w:pPr>
                      <w:rPr>
                        <w:rFonts w:ascii="Calibri" w:eastAsia="Calibri" w:hAnsi="Calibri" w:cs="Calibri"/>
                        <w:color w:val="FF0000"/>
                        <w:sz w:val="20"/>
                        <w:szCs w:val="20"/>
                      </w:rPr>
                    </w:pPr>
                    <w:r w:rsidRPr="0093265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4815C048" w:rsidR="00FB13D3" w:rsidRPr="00533132" w:rsidRDefault="0093265F" w:rsidP="00533132">
    <w:pPr>
      <w:pStyle w:val="Kopfzeile"/>
    </w:pPr>
    <w:r>
      <w:rPr>
        <w:noProof/>
        <w:lang w:val="de-DE" w:eastAsia="de-DE"/>
      </w:rPr>
      <mc:AlternateContent>
        <mc:Choice Requires="wps">
          <w:drawing>
            <wp:anchor distT="0" distB="0" distL="0" distR="0" simplePos="0" relativeHeight="251663360" behindDoc="0" locked="0" layoutInCell="1" allowOverlap="1" wp14:anchorId="057E5CE2" wp14:editId="32BF53D8">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9FA451" w14:textId="686F9ED3" w:rsidR="0093265F" w:rsidRPr="0093265F" w:rsidRDefault="0093265F">
                          <w:pPr>
                            <w:rPr>
                              <w:rFonts w:ascii="Calibri" w:eastAsia="Calibri" w:hAnsi="Calibri" w:cs="Calibri"/>
                              <w:color w:val="FF0000"/>
                              <w:sz w:val="20"/>
                              <w:szCs w:val="20"/>
                            </w:rPr>
                          </w:pPr>
                          <w:r w:rsidRPr="0093265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57E5CE2"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textbox style="mso-fit-shape-to-text:t" inset="0,0,15pt,0">
                <w:txbxContent>
                  <w:p w14:paraId="559FA451" w14:textId="686F9ED3" w:rsidR="0093265F" w:rsidRPr="0093265F" w:rsidRDefault="0093265F">
                    <w:pPr>
                      <w:rPr>
                        <w:rFonts w:ascii="Calibri" w:eastAsia="Calibri" w:hAnsi="Calibri" w:cs="Calibri"/>
                        <w:color w:val="FF0000"/>
                        <w:sz w:val="20"/>
                        <w:szCs w:val="20"/>
                      </w:rPr>
                    </w:pPr>
                    <w:r w:rsidRPr="0093265F">
                      <w:rPr>
                        <w:rFonts w:ascii="Calibri" w:eastAsia="Calibri" w:hAnsi="Calibri" w:cs="Calibri"/>
                        <w:color w:val="FF0000"/>
                        <w:sz w:val="20"/>
                        <w:szCs w:val="20"/>
                      </w:rPr>
                      <w:t>Public</w:t>
                    </w:r>
                  </w:p>
                </w:txbxContent>
              </v:textbox>
              <w10:wrap type="square" anchorx="margin"/>
            </v:shape>
          </w:pict>
        </mc:Fallback>
      </mc:AlternateContent>
    </w:r>
    <w:r w:rsidR="00FB13D3">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67C9BFB9" w:rsidR="00FB13D3" w:rsidRDefault="0093265F">
    <w:pPr>
      <w:pStyle w:val="Kopfzeile"/>
    </w:pPr>
    <w:r>
      <w:rPr>
        <w:noProof/>
        <w:lang w:val="de-DE" w:eastAsia="de-DE"/>
      </w:rPr>
      <mc:AlternateContent>
        <mc:Choice Requires="wps">
          <w:drawing>
            <wp:anchor distT="0" distB="0" distL="0" distR="0" simplePos="0" relativeHeight="251661312" behindDoc="0" locked="0" layoutInCell="1" allowOverlap="1" wp14:anchorId="41CD15F7" wp14:editId="18E3634D">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8E04A" w14:textId="3ED1458F" w:rsidR="0093265F" w:rsidRPr="0093265F" w:rsidRDefault="0093265F">
                          <w:pPr>
                            <w:rPr>
                              <w:rFonts w:ascii="Calibri" w:eastAsia="Calibri" w:hAnsi="Calibri" w:cs="Calibri"/>
                              <w:color w:val="FF0000"/>
                              <w:sz w:val="20"/>
                              <w:szCs w:val="20"/>
                            </w:rPr>
                          </w:pPr>
                          <w:r w:rsidRPr="0093265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CD15F7"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1848E04A" w14:textId="3ED1458F" w:rsidR="0093265F" w:rsidRPr="0093265F" w:rsidRDefault="0093265F">
                    <w:pPr>
                      <w:rPr>
                        <w:rFonts w:ascii="Calibri" w:eastAsia="Calibri" w:hAnsi="Calibri" w:cs="Calibri"/>
                        <w:color w:val="FF0000"/>
                        <w:sz w:val="20"/>
                        <w:szCs w:val="20"/>
                      </w:rPr>
                    </w:pPr>
                    <w:r w:rsidRPr="0093265F">
                      <w:rPr>
                        <w:rFonts w:ascii="Calibri" w:eastAsia="Calibri" w:hAnsi="Calibri" w:cs="Calibri"/>
                        <w:color w:val="FF0000"/>
                        <w:sz w:val="20"/>
                        <w:szCs w:val="20"/>
                      </w:rPr>
                      <w:t>Public</w:t>
                    </w:r>
                  </w:p>
                </w:txbxContent>
              </v:textbox>
              <w10:wrap type="square" anchorx="margin"/>
            </v:shape>
          </w:pict>
        </mc:Fallback>
      </mc:AlternateContent>
    </w:r>
    <w:r w:rsidR="00FB13D3">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E3FE6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FB13D3">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13D3">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00pt;height:1500pt" o:bullet="t">
        <v:imagedata r:id="rId1" o:title="AZ_04a"/>
      </v:shape>
    </w:pict>
  </w:numPicBullet>
  <w:numPicBullet w:numPicBulletId="1">
    <w:pict>
      <v:shape id="_x0000_i105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241FA"/>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2151F"/>
    <w:rsid w:val="00250F1B"/>
    <w:rsid w:val="00253A2E"/>
    <w:rsid w:val="002603EC"/>
    <w:rsid w:val="002611FE"/>
    <w:rsid w:val="00282AFC"/>
    <w:rsid w:val="00286C15"/>
    <w:rsid w:val="0029634D"/>
    <w:rsid w:val="002C7542"/>
    <w:rsid w:val="002D065C"/>
    <w:rsid w:val="002D0780"/>
    <w:rsid w:val="002D2766"/>
    <w:rsid w:val="002D2EE5"/>
    <w:rsid w:val="002D63E6"/>
    <w:rsid w:val="002E765F"/>
    <w:rsid w:val="002E7E4E"/>
    <w:rsid w:val="002F108B"/>
    <w:rsid w:val="002F5818"/>
    <w:rsid w:val="002F70FD"/>
    <w:rsid w:val="0030316D"/>
    <w:rsid w:val="0032774C"/>
    <w:rsid w:val="00332D28"/>
    <w:rsid w:val="0034191A"/>
    <w:rsid w:val="00343CC7"/>
    <w:rsid w:val="00347A28"/>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1579"/>
    <w:rsid w:val="0046460D"/>
    <w:rsid w:val="00467F3C"/>
    <w:rsid w:val="0047498D"/>
    <w:rsid w:val="00476100"/>
    <w:rsid w:val="00487BFC"/>
    <w:rsid w:val="004A463B"/>
    <w:rsid w:val="004C1967"/>
    <w:rsid w:val="004D23D0"/>
    <w:rsid w:val="004D2BE0"/>
    <w:rsid w:val="004E6EF5"/>
    <w:rsid w:val="0050300B"/>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1F1F"/>
    <w:rsid w:val="00623B37"/>
    <w:rsid w:val="006330A2"/>
    <w:rsid w:val="00642EB6"/>
    <w:rsid w:val="006433E2"/>
    <w:rsid w:val="00644447"/>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60A"/>
    <w:rsid w:val="008427F2"/>
    <w:rsid w:val="00843B45"/>
    <w:rsid w:val="0084571C"/>
    <w:rsid w:val="00860D46"/>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65F"/>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BF78E6"/>
    <w:rsid w:val="00C055AB"/>
    <w:rsid w:val="00C11F95"/>
    <w:rsid w:val="00C136DF"/>
    <w:rsid w:val="00C17501"/>
    <w:rsid w:val="00C40627"/>
    <w:rsid w:val="00C43EAF"/>
    <w:rsid w:val="00C457C3"/>
    <w:rsid w:val="00C644CA"/>
    <w:rsid w:val="00C658FC"/>
    <w:rsid w:val="00C73005"/>
    <w:rsid w:val="00C84D75"/>
    <w:rsid w:val="00C85E18"/>
    <w:rsid w:val="00C9377B"/>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13D3"/>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6348B9C-BF09-4D10-B8A3-C4043ACCA69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827</Words>
  <Characters>5212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2022-02-17T10:06:00Z</dcterms:created>
  <dcterms:modified xsi:type="dcterms:W3CDTF">2022-02-28T08:03:00Z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2022-02-22T10:12:53Z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257041ca-c6b8-4393-a3b9-709f3019cfea</vt:lpwstr>
  </property>
  <property fmtid="{D5CDD505-2E9C-101B-9397-08002B2CF9AE}" pid="11" name="MSIP_Label_df1a195f-122b-42dc-a2d3-71a1903dcdac_ContentBits">
    <vt:lpwstr>1</vt:lpwstr>
  </property>
</Properties>
</file>